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3C37956-E0F4-4FED-993B-AC161F5F2928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